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B62EC9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Working as a Team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7E728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D87F90">
              <w:rPr>
                <w:rFonts w:ascii="Arial" w:hAnsi="Arial" w:cs="Arial"/>
                <w:sz w:val="22"/>
              </w:rPr>
              <w:t>3</w:t>
            </w:r>
            <w:r w:rsidR="007E7285">
              <w:rPr>
                <w:rFonts w:ascii="Arial" w:hAnsi="Arial" w:cs="Arial"/>
                <w:sz w:val="22"/>
              </w:rPr>
              <w:t xml:space="preserve"> of 6-10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30B8F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Characteristics of a good team member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930B8F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know the characteristics of a good team member and to understand why they are important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930B8F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PPT</w:t>
            </w:r>
          </w:p>
          <w:p w:rsidR="00930B8F" w:rsidRDefault="00930B8F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Minions Clip – Pixar Minions Short Film (widely available on YouTube</w:t>
            </w:r>
          </w:p>
          <w:p w:rsidR="00930B8F" w:rsidRPr="00794D11" w:rsidRDefault="00930B8F" w:rsidP="00930B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Characteristics of a Good Team Member sheet 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5-8 Mins</w:t>
            </w:r>
          </w:p>
        </w:tc>
        <w:tc>
          <w:tcPr>
            <w:tcW w:w="6237" w:type="dxa"/>
            <w:vAlign w:val="center"/>
          </w:tcPr>
          <w:p w:rsidR="00D07164" w:rsidRPr="00794D11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Watch Minions clip and identify the ways in which the Minions are / are not good team workers</w:t>
            </w:r>
          </w:p>
        </w:tc>
        <w:tc>
          <w:tcPr>
            <w:tcW w:w="4536" w:type="dxa"/>
            <w:vAlign w:val="center"/>
          </w:tcPr>
          <w:p w:rsidR="00D07164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 engagement </w:t>
            </w:r>
          </w:p>
          <w:p w:rsidR="00930B8F" w:rsidRPr="00794D11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Initial collection of ideas</w:t>
            </w:r>
          </w:p>
        </w:tc>
        <w:tc>
          <w:tcPr>
            <w:tcW w:w="2835" w:type="dxa"/>
            <w:vAlign w:val="center"/>
          </w:tcPr>
          <w:p w:rsidR="00D07164" w:rsidRPr="00930B8F" w:rsidRDefault="00930B8F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It can be worth showing the clip twice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– characteristics of a good team member (you may wish to get students to predict the top 7 characteristics) </w:t>
            </w:r>
          </w:p>
        </w:tc>
        <w:tc>
          <w:tcPr>
            <w:tcW w:w="4536" w:type="dxa"/>
            <w:vAlign w:val="center"/>
          </w:tcPr>
          <w:p w:rsidR="00EE1E9D" w:rsidRPr="00794D11" w:rsidRDefault="00EE1E9D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D07164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sheet to match characteristics to definitions.  They also need to generate a range of real-life examples to illustrate the characteristic. </w:t>
            </w:r>
          </w:p>
          <w:p w:rsidR="00D87F90" w:rsidRDefault="00D87F90" w:rsidP="008E2DD2">
            <w:pPr>
              <w:rPr>
                <w:rFonts w:ascii="Arial" w:hAnsi="Arial" w:cs="Arial"/>
                <w:sz w:val="22"/>
              </w:rPr>
            </w:pPr>
          </w:p>
          <w:p w:rsidR="00D87F90" w:rsidRPr="00787EEB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Extension: Students grade / RAG (Red-Amber-Green) themselves for each characteristic </w:t>
            </w:r>
          </w:p>
        </w:tc>
        <w:tc>
          <w:tcPr>
            <w:tcW w:w="4536" w:type="dxa"/>
            <w:vAlign w:val="center"/>
          </w:tcPr>
          <w:p w:rsidR="00EE1E9D" w:rsidRPr="00787EEB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Builds literacy of students and allows us to assess their understanding of the concept</w:t>
            </w:r>
          </w:p>
        </w:tc>
        <w:tc>
          <w:tcPr>
            <w:tcW w:w="2835" w:type="dxa"/>
            <w:vAlign w:val="center"/>
          </w:tcPr>
          <w:p w:rsidR="00D07164" w:rsidRPr="00930B8F" w:rsidRDefault="00930B8F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This list will typically present a challenge to some of the students in the room.  It is an opportunity to reinforce importance of good attendance, punctuality etc.  </w:t>
            </w:r>
            <w:r w:rsidR="0092172E">
              <w:rPr>
                <w:rFonts w:ascii="Arial" w:hAnsi="Arial" w:cs="Arial"/>
                <w:i/>
                <w:sz w:val="22"/>
              </w:rPr>
              <w:t xml:space="preserve">Targeted questioning can help here.  </w:t>
            </w: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  <w:p w:rsidR="00D87F90" w:rsidRDefault="00D87F90" w:rsidP="008E2DD2">
            <w:pPr>
              <w:rPr>
                <w:rFonts w:ascii="Arial" w:hAnsi="Arial" w:cs="Arial"/>
                <w:sz w:val="22"/>
              </w:rPr>
            </w:pPr>
          </w:p>
          <w:p w:rsidR="00D87F90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+ 5 Mins perform</w:t>
            </w:r>
          </w:p>
        </w:tc>
        <w:tc>
          <w:tcPr>
            <w:tcW w:w="6237" w:type="dxa"/>
            <w:vAlign w:val="center"/>
          </w:tcPr>
          <w:p w:rsidR="00787EEB" w:rsidRPr="008B53A3" w:rsidRDefault="00930B8F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 groups, students given a characteristic and asked to generate a roleplay evidencing someone not displaying that characteristic e.g. not punctual.  Audience will guess which characteristic is being demonstrated. </w:t>
            </w:r>
          </w:p>
        </w:tc>
        <w:tc>
          <w:tcPr>
            <w:tcW w:w="4536" w:type="dxa"/>
            <w:vAlign w:val="center"/>
          </w:tcPr>
          <w:p w:rsidR="00787EEB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Teamwork opportunity – can students organise themselves? </w:t>
            </w:r>
          </w:p>
          <w:p w:rsidR="00D87F90" w:rsidRDefault="00D87F90" w:rsidP="008E2DD2">
            <w:pPr>
              <w:rPr>
                <w:rFonts w:ascii="Arial" w:hAnsi="Arial" w:cs="Arial"/>
                <w:sz w:val="22"/>
              </w:rPr>
            </w:pPr>
          </w:p>
          <w:p w:rsidR="00D87F90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Typically funny </w:t>
            </w:r>
          </w:p>
          <w:p w:rsidR="00D87F90" w:rsidRDefault="00D87F90" w:rsidP="008E2DD2">
            <w:pPr>
              <w:rPr>
                <w:rFonts w:ascii="Arial" w:hAnsi="Arial" w:cs="Arial"/>
                <w:sz w:val="22"/>
              </w:rPr>
            </w:pPr>
          </w:p>
          <w:p w:rsidR="00D87F90" w:rsidRPr="00787EEB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 understanding of characteristic and why it matters </w:t>
            </w:r>
          </w:p>
        </w:tc>
        <w:tc>
          <w:tcPr>
            <w:tcW w:w="2835" w:type="dxa"/>
            <w:vAlign w:val="center"/>
          </w:tcPr>
          <w:p w:rsidR="0092172E" w:rsidRPr="0092172E" w:rsidRDefault="0092172E" w:rsidP="008E2DD2">
            <w:pPr>
              <w:rPr>
                <w:rFonts w:ascii="Arial" w:hAnsi="Arial" w:cs="Arial"/>
                <w:i/>
                <w:sz w:val="22"/>
              </w:rPr>
            </w:pPr>
            <w:r w:rsidRPr="0092172E">
              <w:rPr>
                <w:rFonts w:ascii="Arial" w:hAnsi="Arial" w:cs="Arial"/>
                <w:i/>
                <w:sz w:val="22"/>
              </w:rPr>
              <w:t>Targeting</w:t>
            </w:r>
            <w:r>
              <w:rPr>
                <w:rFonts w:ascii="Arial" w:hAnsi="Arial" w:cs="Arial"/>
                <w:i/>
                <w:sz w:val="22"/>
              </w:rPr>
              <w:t xml:space="preserve"> students with areas of weakness can be helpful e.g. student with punctuality issues given punctuality.  </w:t>
            </w:r>
            <w:r w:rsidRPr="0092172E">
              <w:rPr>
                <w:rFonts w:ascii="Arial" w:hAnsi="Arial" w:cs="Arial"/>
                <w:i/>
                <w:sz w:val="22"/>
              </w:rPr>
              <w:t xml:space="preserve"> </w:t>
            </w:r>
          </w:p>
          <w:p w:rsidR="0092172E" w:rsidRPr="0092172E" w:rsidRDefault="0092172E" w:rsidP="008E2DD2">
            <w:pPr>
              <w:rPr>
                <w:rFonts w:ascii="Arial" w:hAnsi="Arial" w:cs="Arial"/>
                <w:i/>
                <w:sz w:val="22"/>
              </w:rPr>
            </w:pPr>
          </w:p>
          <w:p w:rsidR="00787EEB" w:rsidRPr="00794D11" w:rsidRDefault="00D87F90" w:rsidP="008E2DD2">
            <w:pPr>
              <w:rPr>
                <w:rFonts w:ascii="Arial" w:hAnsi="Arial" w:cs="Arial"/>
                <w:sz w:val="22"/>
              </w:rPr>
            </w:pPr>
            <w:r w:rsidRPr="0092172E">
              <w:rPr>
                <w:rFonts w:ascii="Arial" w:hAnsi="Arial" w:cs="Arial"/>
                <w:i/>
                <w:sz w:val="22"/>
              </w:rPr>
              <w:t>Students enjoy this activity!</w:t>
            </w: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8B53A3" w:rsidRPr="008B53A3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Recap – can they remember the characteristics? </w:t>
            </w:r>
          </w:p>
        </w:tc>
        <w:tc>
          <w:tcPr>
            <w:tcW w:w="4536" w:type="dxa"/>
            <w:vAlign w:val="center"/>
          </w:tcPr>
          <w:p w:rsidR="008B53A3" w:rsidRDefault="00D87F90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Embed learning </w:t>
            </w: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EE1E9D" w:rsidRPr="0092172E" w:rsidRDefault="00D07164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>Opportunities to differentiate / personalise:</w:t>
      </w:r>
      <w:r w:rsidRPr="0092172E">
        <w:rPr>
          <w:rFonts w:ascii="Arial" w:hAnsi="Arial" w:cs="Arial"/>
          <w:sz w:val="22"/>
        </w:rPr>
        <w:t xml:space="preserve"> </w:t>
      </w:r>
      <w:r w:rsidR="0092172E" w:rsidRPr="0092172E">
        <w:rPr>
          <w:rFonts w:ascii="Arial" w:hAnsi="Arial" w:cs="Arial"/>
          <w:sz w:val="22"/>
        </w:rPr>
        <w:t xml:space="preserve"> See teacher notes.  Also </w:t>
      </w:r>
      <w:r w:rsidR="0092172E">
        <w:rPr>
          <w:rFonts w:ascii="Arial" w:hAnsi="Arial" w:cs="Arial"/>
          <w:sz w:val="22"/>
        </w:rPr>
        <w:t>s</w:t>
      </w:r>
      <w:r w:rsidR="00D87F90" w:rsidRPr="0092172E">
        <w:rPr>
          <w:rFonts w:ascii="Arial" w:hAnsi="Arial" w:cs="Arial"/>
          <w:sz w:val="22"/>
        </w:rPr>
        <w:t>upportive groupings for the roleplay task.</w:t>
      </w:r>
      <w:r w:rsidR="0092172E" w:rsidRPr="0092172E">
        <w:rPr>
          <w:rFonts w:ascii="Arial" w:hAnsi="Arial" w:cs="Arial"/>
          <w:sz w:val="22"/>
        </w:rPr>
        <w:t xml:space="preserve">  </w:t>
      </w:r>
      <w:r w:rsidR="00D87F90" w:rsidRPr="0092172E">
        <w:rPr>
          <w:rFonts w:ascii="Arial" w:hAnsi="Arial" w:cs="Arial"/>
          <w:sz w:val="22"/>
        </w:rPr>
        <w:t xml:space="preserve">  </w:t>
      </w:r>
    </w:p>
    <w:sectPr w:rsidR="00EE1E9D" w:rsidRPr="0092172E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8F" w:rsidRDefault="00930B8F" w:rsidP="00D07164">
      <w:pPr>
        <w:spacing w:after="0" w:line="240" w:lineRule="auto"/>
      </w:pPr>
      <w:r>
        <w:separator/>
      </w:r>
    </w:p>
  </w:endnote>
  <w:endnote w:type="continuationSeparator" w:id="0">
    <w:p w:rsidR="00930B8F" w:rsidRDefault="00930B8F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57" w:rsidRDefault="00585A57" w:rsidP="00585A57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8F" w:rsidRDefault="00930B8F" w:rsidP="00D07164">
      <w:pPr>
        <w:spacing w:after="0" w:line="240" w:lineRule="auto"/>
      </w:pPr>
      <w:r>
        <w:separator/>
      </w:r>
    </w:p>
  </w:footnote>
  <w:footnote w:type="continuationSeparator" w:id="0">
    <w:p w:rsidR="00930B8F" w:rsidRDefault="00930B8F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32D"/>
    <w:rsid w:val="00000F70"/>
    <w:rsid w:val="000262B5"/>
    <w:rsid w:val="00187174"/>
    <w:rsid w:val="00316C77"/>
    <w:rsid w:val="003234BD"/>
    <w:rsid w:val="00370853"/>
    <w:rsid w:val="003C7047"/>
    <w:rsid w:val="0042241F"/>
    <w:rsid w:val="00585A57"/>
    <w:rsid w:val="006F732D"/>
    <w:rsid w:val="007061E6"/>
    <w:rsid w:val="00761FCE"/>
    <w:rsid w:val="00782A45"/>
    <w:rsid w:val="00787EEB"/>
    <w:rsid w:val="00794D11"/>
    <w:rsid w:val="007E7285"/>
    <w:rsid w:val="008B4769"/>
    <w:rsid w:val="008B53A3"/>
    <w:rsid w:val="008C459D"/>
    <w:rsid w:val="008E2DD2"/>
    <w:rsid w:val="0092172E"/>
    <w:rsid w:val="009307CC"/>
    <w:rsid w:val="00930B8F"/>
    <w:rsid w:val="00953CE6"/>
    <w:rsid w:val="009B4BE8"/>
    <w:rsid w:val="009C1174"/>
    <w:rsid w:val="00B62EC9"/>
    <w:rsid w:val="00B916B2"/>
    <w:rsid w:val="00D07164"/>
    <w:rsid w:val="00D87F90"/>
    <w:rsid w:val="00DB0029"/>
    <w:rsid w:val="00DB773A"/>
    <w:rsid w:val="00E14805"/>
    <w:rsid w:val="00E17BD6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E51C8-71A9-4E2D-9F87-EBFF7178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4</cp:revision>
  <cp:lastPrinted>2017-10-09T15:23:00Z</cp:lastPrinted>
  <dcterms:created xsi:type="dcterms:W3CDTF">2018-01-12T08:56:00Z</dcterms:created>
  <dcterms:modified xsi:type="dcterms:W3CDTF">2018-01-25T11:35:00Z</dcterms:modified>
</cp:coreProperties>
</file>